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A5FA8" w14:textId="77777777" w:rsidR="007D4591" w:rsidRDefault="007D4591" w:rsidP="007D4591"/>
    <w:p w14:paraId="2C8489B9" w14:textId="77777777" w:rsidR="007D4591" w:rsidRDefault="007D4591" w:rsidP="007D4591"/>
    <w:p w14:paraId="73A441F0" w14:textId="77777777" w:rsidR="007D4591" w:rsidRPr="007D4591" w:rsidRDefault="007D4591" w:rsidP="007D4591"/>
    <w:p w14:paraId="7F829C2E" w14:textId="77777777" w:rsidR="006E1469" w:rsidRDefault="00D2555B" w:rsidP="002A4F1C">
      <w:pPr>
        <w:pStyle w:val="Titel"/>
      </w:pPr>
      <w:r>
        <w:t xml:space="preserve">Rechenschaftsbericht </w:t>
      </w:r>
      <w:r w:rsidR="003B540B">
        <w:t xml:space="preserve">erwachsenenschutz </w:t>
      </w:r>
    </w:p>
    <w:p w14:paraId="50AE84A0" w14:textId="77777777" w:rsidR="006E1469" w:rsidRDefault="003B540B" w:rsidP="00D2555B">
      <w:pPr>
        <w:pStyle w:val="Untertitel"/>
        <w:tabs>
          <w:tab w:val="left" w:pos="3828"/>
        </w:tabs>
      </w:pPr>
      <w:r>
        <w:t>Private Mandatsträgerin / mandatsträger (prima)</w:t>
      </w:r>
    </w:p>
    <w:p w14:paraId="5222C7F7" w14:textId="77777777" w:rsidR="00125E89" w:rsidRDefault="00125E89" w:rsidP="00125E89">
      <w:pPr>
        <w:pStyle w:val="berschrift1"/>
      </w:pPr>
      <w:r>
        <w:t>Berichtsgrundlagen</w:t>
      </w:r>
    </w:p>
    <w:p w14:paraId="1B5E2068" w14:textId="77777777" w:rsidR="00125E89" w:rsidRPr="00125E89" w:rsidRDefault="00125E89" w:rsidP="00125E89"/>
    <w:tbl>
      <w:tblPr>
        <w:tblStyle w:val="DornachStandar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69"/>
      </w:tblGrid>
      <w:tr w:rsidR="00125E89" w:rsidRPr="00533251" w14:paraId="4F8DF059" w14:textId="77777777" w:rsidTr="00A34395">
        <w:trPr>
          <w:trHeight w:val="240"/>
        </w:trPr>
        <w:tc>
          <w:tcPr>
            <w:tcW w:w="3129" w:type="dxa"/>
            <w:vAlign w:val="center"/>
          </w:tcPr>
          <w:p w14:paraId="050DE8D0" w14:textId="77777777" w:rsidR="00125E89" w:rsidRPr="00533251" w:rsidRDefault="00125E89" w:rsidP="003B540B">
            <w:r>
              <w:t>Betroffene Person</w:t>
            </w:r>
          </w:p>
        </w:tc>
        <w:tc>
          <w:tcPr>
            <w:tcW w:w="6369" w:type="dxa"/>
            <w:vAlign w:val="center"/>
          </w:tcPr>
          <w:p w14:paraId="01A91B6E" w14:textId="77777777" w:rsidR="00125E89" w:rsidRPr="00533251" w:rsidRDefault="00D2555B" w:rsidP="00D2555B">
            <w:pPr>
              <w:ind w:left="-85" w:right="50"/>
            </w:pPr>
            <w:r>
              <w:t>______________________________</w:t>
            </w:r>
            <w:r w:rsidR="00A34395">
              <w:t>_______________________________</w:t>
            </w:r>
          </w:p>
        </w:tc>
      </w:tr>
      <w:tr w:rsidR="00125E89" w:rsidRPr="00533251" w14:paraId="5EB799E1" w14:textId="77777777" w:rsidTr="00A34395">
        <w:trPr>
          <w:trHeight w:val="240"/>
        </w:trPr>
        <w:tc>
          <w:tcPr>
            <w:tcW w:w="3129" w:type="dxa"/>
            <w:vAlign w:val="center"/>
          </w:tcPr>
          <w:p w14:paraId="134A78AD" w14:textId="77777777" w:rsidR="00125E89" w:rsidRDefault="00125E89" w:rsidP="003B540B">
            <w:r>
              <w:t>Adresse/Aufenthalt</w:t>
            </w:r>
          </w:p>
        </w:tc>
        <w:tc>
          <w:tcPr>
            <w:tcW w:w="6369" w:type="dxa"/>
            <w:vAlign w:val="center"/>
          </w:tcPr>
          <w:p w14:paraId="2B044AD5" w14:textId="77777777" w:rsidR="00125E89" w:rsidRPr="00125E89" w:rsidRDefault="00A34395" w:rsidP="00D2555B">
            <w:pPr>
              <w:ind w:left="-85"/>
              <w:rPr>
                <w:b/>
              </w:rPr>
            </w:pPr>
            <w:r>
              <w:t>_____________________________________________________________</w:t>
            </w:r>
          </w:p>
        </w:tc>
      </w:tr>
      <w:tr w:rsidR="00125E89" w:rsidRPr="00533251" w14:paraId="527F7B9A" w14:textId="77777777" w:rsidTr="00A34395">
        <w:trPr>
          <w:trHeight w:val="253"/>
        </w:trPr>
        <w:tc>
          <w:tcPr>
            <w:tcW w:w="3129" w:type="dxa"/>
            <w:vAlign w:val="center"/>
          </w:tcPr>
          <w:p w14:paraId="44973809" w14:textId="77777777" w:rsidR="00125E89" w:rsidRDefault="00125E89" w:rsidP="003B540B">
            <w:r>
              <w:t>Gesetzlicher Wohnsitz</w:t>
            </w:r>
          </w:p>
        </w:tc>
        <w:tc>
          <w:tcPr>
            <w:tcW w:w="6369" w:type="dxa"/>
            <w:vAlign w:val="center"/>
          </w:tcPr>
          <w:p w14:paraId="784D8F4D" w14:textId="77777777" w:rsidR="00125E89" w:rsidRDefault="00A34395" w:rsidP="00A34395">
            <w:pPr>
              <w:ind w:left="-85" w:right="57"/>
            </w:pPr>
            <w:r>
              <w:t>_____________________________________________________________</w:t>
            </w:r>
          </w:p>
        </w:tc>
      </w:tr>
      <w:tr w:rsidR="00125E89" w:rsidRPr="00533251" w14:paraId="6BD71526" w14:textId="77777777" w:rsidTr="00A34395">
        <w:trPr>
          <w:trHeight w:val="240"/>
        </w:trPr>
        <w:tc>
          <w:tcPr>
            <w:tcW w:w="3129" w:type="dxa"/>
            <w:vAlign w:val="center"/>
          </w:tcPr>
          <w:p w14:paraId="7FB59BE2" w14:textId="77777777" w:rsidR="00125E89" w:rsidRPr="00533251" w:rsidRDefault="00125E89" w:rsidP="003B540B">
            <w:r>
              <w:t>Berichtsperiode</w:t>
            </w:r>
          </w:p>
        </w:tc>
        <w:tc>
          <w:tcPr>
            <w:tcW w:w="6369" w:type="dxa"/>
            <w:vAlign w:val="center"/>
          </w:tcPr>
          <w:p w14:paraId="752A1E3E" w14:textId="77777777" w:rsidR="00125E89" w:rsidRPr="00533251" w:rsidRDefault="00A34395" w:rsidP="00D2555B">
            <w:pPr>
              <w:ind w:left="-85"/>
            </w:pPr>
            <w:r>
              <w:t>_____________________________________________________________</w:t>
            </w:r>
          </w:p>
        </w:tc>
      </w:tr>
      <w:tr w:rsidR="00125E89" w:rsidRPr="00533251" w14:paraId="21567E61" w14:textId="77777777" w:rsidTr="00A34395">
        <w:trPr>
          <w:trHeight w:val="545"/>
        </w:trPr>
        <w:tc>
          <w:tcPr>
            <w:tcW w:w="3129" w:type="dxa"/>
            <w:vAlign w:val="center"/>
          </w:tcPr>
          <w:p w14:paraId="355350E9" w14:textId="77777777" w:rsidR="00125E89" w:rsidRPr="00533251" w:rsidRDefault="00125E89" w:rsidP="003B540B">
            <w:r>
              <w:t>Massnahme</w:t>
            </w:r>
            <w:r w:rsidR="00D2555B">
              <w:t xml:space="preserve"> und ZGB Art.</w:t>
            </w:r>
          </w:p>
        </w:tc>
        <w:tc>
          <w:tcPr>
            <w:tcW w:w="6369" w:type="dxa"/>
            <w:vAlign w:val="center"/>
          </w:tcPr>
          <w:p w14:paraId="5853C918" w14:textId="77777777" w:rsidR="00125E89" w:rsidRPr="00533251" w:rsidRDefault="00A34395" w:rsidP="00A34395">
            <w:pPr>
              <w:ind w:left="-85" w:right="-85"/>
            </w:pPr>
            <w:r>
              <w:t>_____________________________________________________________</w:t>
            </w:r>
          </w:p>
        </w:tc>
      </w:tr>
    </w:tbl>
    <w:p w14:paraId="0E3B0EDB" w14:textId="77777777" w:rsidR="00615002" w:rsidRDefault="00615002" w:rsidP="00125E89"/>
    <w:tbl>
      <w:tblPr>
        <w:tblStyle w:val="DornachStandard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293"/>
      </w:tblGrid>
      <w:tr w:rsidR="00D2555B" w:rsidRPr="00533251" w14:paraId="1E930206" w14:textId="77777777" w:rsidTr="00062FA0">
        <w:trPr>
          <w:trHeight w:val="67"/>
        </w:trPr>
        <w:tc>
          <w:tcPr>
            <w:tcW w:w="3119" w:type="dxa"/>
            <w:vAlign w:val="center"/>
          </w:tcPr>
          <w:p w14:paraId="0AB5A335" w14:textId="77777777" w:rsidR="00D2555B" w:rsidRPr="00533251" w:rsidRDefault="00D2555B" w:rsidP="00FB37EB">
            <w:r>
              <w:t>Mandatsperson</w:t>
            </w:r>
          </w:p>
        </w:tc>
        <w:tc>
          <w:tcPr>
            <w:tcW w:w="6293" w:type="dxa"/>
            <w:vAlign w:val="center"/>
          </w:tcPr>
          <w:p w14:paraId="7542CBD8" w14:textId="77777777" w:rsidR="00D2555B" w:rsidRPr="00533251" w:rsidRDefault="00A34395" w:rsidP="00FB37EB">
            <w:pPr>
              <w:ind w:left="-85" w:right="50"/>
            </w:pPr>
            <w:r>
              <w:t>_____________________________________________________________</w:t>
            </w:r>
          </w:p>
        </w:tc>
      </w:tr>
      <w:tr w:rsidR="00D2555B" w:rsidRPr="00533251" w14:paraId="7E8C68EB" w14:textId="77777777" w:rsidTr="00062FA0">
        <w:trPr>
          <w:trHeight w:val="67"/>
        </w:trPr>
        <w:tc>
          <w:tcPr>
            <w:tcW w:w="3119" w:type="dxa"/>
            <w:vAlign w:val="center"/>
          </w:tcPr>
          <w:p w14:paraId="08C17108" w14:textId="77777777" w:rsidR="00D2555B" w:rsidRDefault="00D2555B" w:rsidP="00D2555B">
            <w:r>
              <w:t>Adresse</w:t>
            </w:r>
          </w:p>
        </w:tc>
        <w:tc>
          <w:tcPr>
            <w:tcW w:w="6293" w:type="dxa"/>
            <w:vAlign w:val="center"/>
          </w:tcPr>
          <w:p w14:paraId="0019F303" w14:textId="77777777" w:rsidR="00D2555B" w:rsidRPr="00125E89" w:rsidRDefault="00A34395" w:rsidP="00FB37EB">
            <w:pPr>
              <w:ind w:left="-85"/>
              <w:rPr>
                <w:b/>
              </w:rPr>
            </w:pPr>
            <w:r>
              <w:t>_____________________________________________________________</w:t>
            </w:r>
          </w:p>
        </w:tc>
      </w:tr>
      <w:tr w:rsidR="00D2555B" w:rsidRPr="00533251" w14:paraId="549D2324" w14:textId="77777777" w:rsidTr="00062FA0">
        <w:trPr>
          <w:trHeight w:val="71"/>
        </w:trPr>
        <w:tc>
          <w:tcPr>
            <w:tcW w:w="3119" w:type="dxa"/>
            <w:vAlign w:val="center"/>
          </w:tcPr>
          <w:p w14:paraId="6BA1ED5D" w14:textId="77777777" w:rsidR="00D2555B" w:rsidRDefault="00D2555B" w:rsidP="00FB37EB">
            <w:r>
              <w:t>Telefonnummer</w:t>
            </w:r>
          </w:p>
        </w:tc>
        <w:tc>
          <w:tcPr>
            <w:tcW w:w="6293" w:type="dxa"/>
            <w:vAlign w:val="center"/>
          </w:tcPr>
          <w:p w14:paraId="3E1C094A" w14:textId="77777777" w:rsidR="00D2555B" w:rsidRDefault="00A34395" w:rsidP="00FB37EB">
            <w:pPr>
              <w:ind w:left="-85"/>
            </w:pPr>
            <w:r>
              <w:t>_____________________________________________________________</w:t>
            </w:r>
          </w:p>
        </w:tc>
      </w:tr>
      <w:tr w:rsidR="00D2555B" w:rsidRPr="00533251" w14:paraId="10C51DEE" w14:textId="77777777" w:rsidTr="00062FA0">
        <w:trPr>
          <w:trHeight w:val="67"/>
        </w:trPr>
        <w:tc>
          <w:tcPr>
            <w:tcW w:w="3119" w:type="dxa"/>
            <w:vAlign w:val="center"/>
          </w:tcPr>
          <w:p w14:paraId="2B59EBF4" w14:textId="77777777" w:rsidR="00D2555B" w:rsidRPr="00533251" w:rsidRDefault="00D2555B" w:rsidP="00FB37EB">
            <w:r>
              <w:t>E-Mail</w:t>
            </w:r>
          </w:p>
        </w:tc>
        <w:tc>
          <w:tcPr>
            <w:tcW w:w="6293" w:type="dxa"/>
            <w:vAlign w:val="center"/>
          </w:tcPr>
          <w:p w14:paraId="33BDBB3F" w14:textId="77777777" w:rsidR="00D2555B" w:rsidRPr="00533251" w:rsidRDefault="00A34395" w:rsidP="00FB37EB">
            <w:pPr>
              <w:ind w:left="-85"/>
            </w:pPr>
            <w:r>
              <w:t>_____________________________________________________________</w:t>
            </w:r>
          </w:p>
        </w:tc>
      </w:tr>
    </w:tbl>
    <w:p w14:paraId="7519F638" w14:textId="77777777" w:rsidR="0070165F" w:rsidRDefault="0070165F" w:rsidP="00125E89"/>
    <w:p w14:paraId="0007BC7B" w14:textId="77777777" w:rsidR="00035AB1" w:rsidRDefault="00035AB1" w:rsidP="00035AB1">
      <w:pPr>
        <w:pStyle w:val="berschrift1"/>
      </w:pPr>
      <w:r>
        <w:t>Auftrag</w:t>
      </w:r>
    </w:p>
    <w:p w14:paraId="43D67128" w14:textId="3AB096D2" w:rsidR="00D2555B" w:rsidRDefault="00035AB1" w:rsidP="00D2555B">
      <w:pPr>
        <w:pStyle w:val="berschrift2"/>
        <w:spacing w:after="120"/>
      </w:pPr>
      <w:r>
        <w:t>Welche</w:t>
      </w:r>
      <w:r w:rsidR="009B7730">
        <w:t>n</w:t>
      </w:r>
      <w:r>
        <w:t xml:space="preserve"> Auftrag hatte ich als Beistand/Beiständin?</w:t>
      </w:r>
    </w:p>
    <w:p w14:paraId="14BFE766" w14:textId="77777777" w:rsidR="00D2555B" w:rsidRDefault="00D2555B" w:rsidP="00062FA0">
      <w:pPr>
        <w:spacing w:before="120" w:after="240"/>
      </w:pPr>
      <w:r>
        <w:t>____________________________________________________________________________________________</w:t>
      </w:r>
    </w:p>
    <w:p w14:paraId="211CE955" w14:textId="77777777" w:rsidR="00D2555B" w:rsidRDefault="00D2555B" w:rsidP="004C5066">
      <w:pPr>
        <w:spacing w:after="240"/>
      </w:pPr>
      <w:r>
        <w:t>____________________________________________________________________________________________</w:t>
      </w:r>
    </w:p>
    <w:p w14:paraId="6D301AF9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6987AC07" w14:textId="77777777" w:rsidR="00035AB1" w:rsidRDefault="00035AB1" w:rsidP="00035AB1">
      <w:pPr>
        <w:pStyle w:val="berschrift2"/>
      </w:pPr>
      <w:r>
        <w:t>Welche Ziele konnten erreicht / welche aufträge konnten erfüllt werden?</w:t>
      </w:r>
    </w:p>
    <w:p w14:paraId="14DF8633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5E2C1D74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5D72DD8E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1AAA7870" w14:textId="77777777" w:rsidR="00035AB1" w:rsidRDefault="00035AB1" w:rsidP="00035AB1">
      <w:pPr>
        <w:pStyle w:val="berschrift2"/>
      </w:pPr>
      <w:r>
        <w:t>Welche Ziele konnten nicht erreicht / welche Aufträge konnten nicht erfüllt werden? Gründe?</w:t>
      </w:r>
    </w:p>
    <w:p w14:paraId="18DB3117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2BF6EF03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B3C0DA6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09E45EB1" w14:textId="77777777" w:rsidR="00035AB1" w:rsidRDefault="00035AB1" w:rsidP="00035AB1"/>
    <w:p w14:paraId="1911676C" w14:textId="77777777" w:rsidR="00035AB1" w:rsidRDefault="00035AB1" w:rsidP="00035AB1">
      <w:pPr>
        <w:pStyle w:val="berschrift2"/>
      </w:pPr>
      <w:r>
        <w:t>Soll die Beistandschaft aufgehoben oder weitergeführt werden? Gründe?</w:t>
      </w:r>
    </w:p>
    <w:p w14:paraId="4BB959C6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20B5DBF8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7BC4872A" w14:textId="77777777" w:rsidR="00035AB1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D8260CD" w14:textId="69BCE298" w:rsidR="00035AB1" w:rsidRDefault="00035AB1" w:rsidP="00035AB1">
      <w:pPr>
        <w:pStyle w:val="berschrift2"/>
      </w:pPr>
      <w:r>
        <w:t>Soll der Auftrag erweitert oder soll er eingeschr</w:t>
      </w:r>
      <w:r w:rsidR="000F3CDE">
        <w:t>ä</w:t>
      </w:r>
      <w:r>
        <w:t>nkt werden? Gründe?</w:t>
      </w:r>
    </w:p>
    <w:p w14:paraId="4DC86CC4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1D01824F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5DF0C1C7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7846C828" w14:textId="77777777" w:rsidR="00035AB1" w:rsidRDefault="00035AB1" w:rsidP="00035AB1">
      <w:pPr>
        <w:pStyle w:val="berschrift1"/>
      </w:pPr>
      <w:r>
        <w:t>Bericht</w:t>
      </w:r>
      <w:r w:rsidR="003B540B">
        <w:t xml:space="preserve"> gemäss art. 411 abs. 1 zgb</w:t>
      </w:r>
    </w:p>
    <w:p w14:paraId="4E7990B4" w14:textId="77777777" w:rsidR="00642D4E" w:rsidRDefault="00642D4E" w:rsidP="00642D4E">
      <w:pPr>
        <w:pStyle w:val="berschrift2"/>
      </w:pPr>
      <w:r>
        <w:t>Wohnsituation</w:t>
      </w:r>
    </w:p>
    <w:p w14:paraId="28B13211" w14:textId="77777777" w:rsidR="00642D4E" w:rsidRDefault="00642D4E" w:rsidP="00642D4E">
      <w:pPr>
        <w:pStyle w:val="berschrift3"/>
      </w:pPr>
      <w:r>
        <w:t>Wo wohnt die betroffene Person?</w:t>
      </w:r>
    </w:p>
    <w:p w14:paraId="30DA8680" w14:textId="77777777" w:rsidR="00062FA0" w:rsidRDefault="00062FA0" w:rsidP="00062FA0">
      <w:pPr>
        <w:spacing w:before="120" w:after="240"/>
      </w:pPr>
      <w:r>
        <w:t>____________________________________________________________________________________________</w:t>
      </w:r>
    </w:p>
    <w:p w14:paraId="4A66AB8D" w14:textId="77777777" w:rsidR="00062FA0" w:rsidRDefault="00062FA0" w:rsidP="00062FA0">
      <w:pPr>
        <w:spacing w:after="240"/>
      </w:pPr>
      <w:r>
        <w:t>____________________________________________________________________________________________</w:t>
      </w:r>
    </w:p>
    <w:p w14:paraId="5FD00BE6" w14:textId="77777777" w:rsidR="00062FA0" w:rsidRDefault="00062FA0" w:rsidP="004C5066">
      <w:pPr>
        <w:spacing w:after="240"/>
      </w:pPr>
      <w:r>
        <w:t>____________________________________________________________________________________________</w:t>
      </w:r>
    </w:p>
    <w:p w14:paraId="4B6561ED" w14:textId="77777777" w:rsidR="00642D4E" w:rsidRDefault="00642D4E" w:rsidP="00642D4E">
      <w:pPr>
        <w:pStyle w:val="berschrift3"/>
      </w:pPr>
      <w:r>
        <w:t>Wie ist sie mit ihrer Wohnsituation zufrieden?</w:t>
      </w:r>
    </w:p>
    <w:p w14:paraId="0B6AA61B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15730798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78F70504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7887080" w14:textId="77777777" w:rsidR="00642D4E" w:rsidRDefault="00642D4E" w:rsidP="00642D4E">
      <w:pPr>
        <w:pStyle w:val="berschrift3"/>
      </w:pPr>
      <w:r>
        <w:t>Welches sind ihre Bezugspersonen? (Eltern, Ehe-/ Lebenspartner, Heimpersonal usw.)</w:t>
      </w:r>
    </w:p>
    <w:p w14:paraId="0850B6B2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1B7D7620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7296A97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4AEAE8D7" w14:textId="77777777" w:rsidR="00642D4E" w:rsidRDefault="00642D4E" w:rsidP="00642D4E">
      <w:pPr>
        <w:pStyle w:val="berschrift3"/>
      </w:pPr>
      <w:r>
        <w:t>Wie sieht das Verhältnis, der Kontakt zu diesen Personen aus?</w:t>
      </w:r>
    </w:p>
    <w:p w14:paraId="30F34C9C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00CEC19C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16E63559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  <w:r>
        <w:br w:type="page"/>
      </w:r>
    </w:p>
    <w:p w14:paraId="1899493D" w14:textId="77777777" w:rsidR="00642D4E" w:rsidRDefault="00642D4E" w:rsidP="00642D4E">
      <w:pPr>
        <w:pStyle w:val="berschrift2"/>
      </w:pPr>
      <w:r>
        <w:lastRenderedPageBreak/>
        <w:t>Gesundheit</w:t>
      </w:r>
    </w:p>
    <w:p w14:paraId="4B9B6717" w14:textId="77777777" w:rsidR="00642D4E" w:rsidRDefault="00642D4E" w:rsidP="00642D4E">
      <w:pPr>
        <w:pStyle w:val="berschrift3"/>
      </w:pPr>
      <w:r>
        <w:t>Gibt es körperliche oder psychische/seelische Probleme?</w:t>
      </w:r>
    </w:p>
    <w:p w14:paraId="23CEA8D9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4A305390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B02A723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6FD2ABCD" w14:textId="77777777" w:rsidR="00642D4E" w:rsidRDefault="00642D4E" w:rsidP="00642D4E">
      <w:pPr>
        <w:pStyle w:val="berschrift3"/>
      </w:pPr>
      <w:r>
        <w:t>Sind Ärzte, Beratungsstellen eingeschaltet?</w:t>
      </w:r>
    </w:p>
    <w:p w14:paraId="0015B942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5C70CE19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6E9F8CF7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79EFDF2E" w14:textId="77777777" w:rsidR="00642D4E" w:rsidRDefault="00642D4E" w:rsidP="00642D4E">
      <w:pPr>
        <w:pStyle w:val="berschrift3"/>
      </w:pPr>
      <w:r>
        <w:t>Stellten sich besondere Probleme? Wie hat die betroffene Person darauf reagiert? Konnten Sie damit umgehen?</w:t>
      </w:r>
    </w:p>
    <w:p w14:paraId="0251E6DE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1B128F91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21A7B01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CEDB13A" w14:textId="77777777" w:rsidR="00642D4E" w:rsidRDefault="00642D4E" w:rsidP="00642D4E">
      <w:pPr>
        <w:pStyle w:val="berschrift2"/>
      </w:pPr>
      <w:r>
        <w:t>Selbstädnigkeit / Selbstkompetenzen</w:t>
      </w:r>
    </w:p>
    <w:p w14:paraId="05B4CC13" w14:textId="77777777" w:rsidR="00642D4E" w:rsidRDefault="00642D4E" w:rsidP="00642D4E">
      <w:pPr>
        <w:pStyle w:val="berschrift3"/>
      </w:pPr>
      <w:r>
        <w:t>In welcher Beziehung hat die betreute Person Fortschritte gemacht, wo liegen die Schwächen?</w:t>
      </w:r>
    </w:p>
    <w:p w14:paraId="0405ABC1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689ABD17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1354FB1E" w14:textId="77777777" w:rsidR="00642D4E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E32669F" w14:textId="77777777" w:rsidR="00490FF5" w:rsidRDefault="00490FF5" w:rsidP="00490FF5">
      <w:pPr>
        <w:pStyle w:val="berschrift3"/>
      </w:pPr>
      <w:r>
        <w:t>Wie steht es aktuell mit der Selbständigkeit?</w:t>
      </w:r>
    </w:p>
    <w:p w14:paraId="2E97A87F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0B27D599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123A10AC" w14:textId="77777777" w:rsidR="00490FF5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589E51E7" w14:textId="77777777" w:rsidR="00490FF5" w:rsidRDefault="00490FF5" w:rsidP="00490FF5">
      <w:pPr>
        <w:pStyle w:val="berschrift2"/>
      </w:pPr>
      <w:r>
        <w:t>Ausbidlung/Schule/Arbeit</w:t>
      </w:r>
    </w:p>
    <w:p w14:paraId="4CB8E654" w14:textId="77777777" w:rsidR="00490FF5" w:rsidRDefault="00490FF5" w:rsidP="00490FF5">
      <w:pPr>
        <w:pStyle w:val="berschrift3"/>
      </w:pPr>
      <w:r>
        <w:t>Art der besuchten Ausbildung/Schule oder des Arbeitsplatzes?</w:t>
      </w:r>
    </w:p>
    <w:p w14:paraId="6C69156E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166812E7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31A9D7CC" w14:textId="77777777" w:rsidR="00490FF5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5BC88992" w14:textId="77777777" w:rsidR="004C5066" w:rsidRDefault="004C5066" w:rsidP="004C5066">
      <w:pPr>
        <w:spacing w:after="240"/>
      </w:pPr>
    </w:p>
    <w:p w14:paraId="3752856C" w14:textId="77777777" w:rsidR="00490FF5" w:rsidRDefault="00490FF5" w:rsidP="00490FF5">
      <w:pPr>
        <w:pStyle w:val="berschrift3"/>
      </w:pPr>
      <w:r>
        <w:lastRenderedPageBreak/>
        <w:t>Welche schulischen oder beruflichen Absichten und Wünsche hat die betroffene Person (Ausbildung/Weiterbildung?)</w:t>
      </w:r>
    </w:p>
    <w:p w14:paraId="73D562D6" w14:textId="77777777" w:rsidR="004C5066" w:rsidRDefault="004C5066" w:rsidP="004C5066">
      <w:pPr>
        <w:spacing w:before="120" w:after="240"/>
      </w:pPr>
      <w:r>
        <w:t>____________________________________________________________________________________________</w:t>
      </w:r>
    </w:p>
    <w:p w14:paraId="5C3DAD71" w14:textId="77777777" w:rsidR="004C5066" w:rsidRDefault="004C5066" w:rsidP="004C5066">
      <w:pPr>
        <w:spacing w:after="240"/>
      </w:pPr>
      <w:r>
        <w:t>____________________________________________________________________________________________</w:t>
      </w:r>
    </w:p>
    <w:p w14:paraId="4533B213" w14:textId="77777777" w:rsidR="00490FF5" w:rsidRDefault="004C5066" w:rsidP="00A34395">
      <w:pPr>
        <w:spacing w:after="240"/>
      </w:pPr>
      <w:r>
        <w:t>____________________________________________________________________________________________</w:t>
      </w:r>
    </w:p>
    <w:p w14:paraId="6B435D90" w14:textId="77777777" w:rsidR="00490FF5" w:rsidRDefault="00490FF5" w:rsidP="00490FF5">
      <w:pPr>
        <w:pStyle w:val="berschrift2"/>
      </w:pPr>
      <w:r>
        <w:t>Soziales Umfeld (Soziales Netz)</w:t>
      </w:r>
    </w:p>
    <w:p w14:paraId="12695547" w14:textId="77777777" w:rsidR="00490FF5" w:rsidRDefault="00490FF5" w:rsidP="00490FF5">
      <w:pPr>
        <w:pStyle w:val="berschrift3"/>
      </w:pPr>
      <w:r>
        <w:t>Hat die betreute Person Angehörige (Lebenspartner, Kinder, Verwandte, Freunde)? Zu welchen Angehörigen bestehen Kontakte?</w:t>
      </w:r>
    </w:p>
    <w:p w14:paraId="6DF930EC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0BD6CD6A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4A9322C4" w14:textId="77777777" w:rsidR="00A34395" w:rsidRPr="00A34395" w:rsidRDefault="00A34395" w:rsidP="00A34395">
      <w:r>
        <w:t>____________________________________________________________________________________________</w:t>
      </w:r>
    </w:p>
    <w:p w14:paraId="09A98915" w14:textId="77777777" w:rsidR="00490FF5" w:rsidRDefault="00490FF5" w:rsidP="00490FF5">
      <w:pPr>
        <w:pStyle w:val="berschrift3"/>
      </w:pPr>
      <w:r>
        <w:t>Hat die betreute Person weitere Bezugspersonen (Nachbarn, Arbeitgeber, Arzt, Therapeut, Spitex usw.)? Von welchen dieser Personen erhält die betreute Person Unterstützung?</w:t>
      </w:r>
    </w:p>
    <w:p w14:paraId="47FC8FDE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3F281C0D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00C907DA" w14:textId="77777777" w:rsidR="00490FF5" w:rsidRDefault="00A34395" w:rsidP="00A34395">
      <w:r>
        <w:t>____________________________________________________________________________________________</w:t>
      </w:r>
    </w:p>
    <w:p w14:paraId="3B3EE39A" w14:textId="77777777" w:rsidR="00490FF5" w:rsidRDefault="00490FF5" w:rsidP="00490FF5">
      <w:pPr>
        <w:pStyle w:val="berschrift2"/>
      </w:pPr>
      <w:r>
        <w:t>Beziehung zu</w:t>
      </w:r>
      <w:r w:rsidR="001F3539">
        <w:t>r Betreuungspersonen / einstellung zur massnahme</w:t>
      </w:r>
    </w:p>
    <w:p w14:paraId="76AE67A1" w14:textId="77777777" w:rsidR="001F3539" w:rsidRDefault="001F3539" w:rsidP="001F3539">
      <w:pPr>
        <w:pStyle w:val="berschrift3"/>
      </w:pPr>
      <w:r>
        <w:t>Wie ist das Verhältnis zwischen betreuter Person und Beistand? Ist die betreute Person kooperativ? Können Abmachungen eingehalten werden?</w:t>
      </w:r>
    </w:p>
    <w:p w14:paraId="1BCA8B3E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444C97D3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49694C5F" w14:textId="77777777" w:rsidR="001F3539" w:rsidRDefault="00A34395" w:rsidP="00A34395">
      <w:r>
        <w:t>____________________________________________________________________________________________</w:t>
      </w:r>
    </w:p>
    <w:p w14:paraId="67A3C6BB" w14:textId="77777777" w:rsidR="001F3539" w:rsidRDefault="001F3539" w:rsidP="001F3539">
      <w:pPr>
        <w:pStyle w:val="berschrift3"/>
      </w:pPr>
      <w:r>
        <w:t>Wie stellt sich die betreute Person zur Weiterführung bzw. zu einer Aufhebung der Massnahme?</w:t>
      </w:r>
    </w:p>
    <w:p w14:paraId="110BD532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0DFE89CD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78F93E82" w14:textId="77777777" w:rsidR="001F3539" w:rsidRDefault="00A34395" w:rsidP="00A34395">
      <w:r>
        <w:t>____________________________________________________________________________________________</w:t>
      </w:r>
    </w:p>
    <w:p w14:paraId="0CDFF48B" w14:textId="77777777" w:rsidR="001F3539" w:rsidRDefault="001F3539" w:rsidP="001F3539">
      <w:pPr>
        <w:pStyle w:val="berschrift3"/>
      </w:pPr>
      <w:r>
        <w:t>Wie gestaltet sich die Zusammenarbeit des Beistandes mit dem sozialen Netz der betreuten Person?</w:t>
      </w:r>
    </w:p>
    <w:p w14:paraId="06B540F5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72899CEA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2455B9C4" w14:textId="77777777" w:rsidR="001F3539" w:rsidRDefault="00A34395" w:rsidP="00A34395">
      <w:r>
        <w:t>____________________________________________________________________________________________</w:t>
      </w:r>
      <w:r w:rsidR="00062FA0">
        <w:br w:type="page"/>
      </w:r>
    </w:p>
    <w:p w14:paraId="07C45851" w14:textId="77777777" w:rsidR="001F3539" w:rsidRDefault="009602AD" w:rsidP="001F3539">
      <w:pPr>
        <w:pStyle w:val="berschrift2"/>
      </w:pPr>
      <w:r>
        <w:lastRenderedPageBreak/>
        <w:t>Finanzen/Administration</w:t>
      </w:r>
    </w:p>
    <w:p w14:paraId="127CD32D" w14:textId="77777777" w:rsidR="001F3539" w:rsidRDefault="001F3539" w:rsidP="001F3539">
      <w:pPr>
        <w:pStyle w:val="berschrift3"/>
      </w:pPr>
      <w:r>
        <w:t>Hat die Person ein eigenes Einkommen? Wenn ja: Welches Einkommen (Herkunft, Höhe usw.)?</w:t>
      </w:r>
    </w:p>
    <w:p w14:paraId="59BE1E38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6D9A1F03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4CA499AB" w14:textId="77777777" w:rsidR="001F3539" w:rsidRPr="001F3539" w:rsidRDefault="00A34395" w:rsidP="00A34395">
      <w:r>
        <w:t>____________________________________________________________________________________________</w:t>
      </w:r>
    </w:p>
    <w:p w14:paraId="61A81E65" w14:textId="77777777" w:rsidR="001F3539" w:rsidRDefault="001F3539" w:rsidP="001F3539">
      <w:pPr>
        <w:pStyle w:val="berschrift3"/>
      </w:pPr>
      <w:r>
        <w:t>Decken die Einnahmen die notwendigen Ausgaben?</w:t>
      </w:r>
    </w:p>
    <w:p w14:paraId="09A2EA67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4A071F80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0E50402E" w14:textId="77777777" w:rsidR="001F3539" w:rsidRDefault="00A34395" w:rsidP="00A34395">
      <w:r>
        <w:t>____________________________________________________________________________________________</w:t>
      </w:r>
    </w:p>
    <w:p w14:paraId="37BACD8C" w14:textId="77777777" w:rsidR="001F3539" w:rsidRDefault="001F3539" w:rsidP="001F3539">
      <w:pPr>
        <w:pStyle w:val="berschrift3"/>
      </w:pPr>
      <w:r>
        <w:t>Kann die betreute Person mit Geld umgehen?</w:t>
      </w:r>
    </w:p>
    <w:p w14:paraId="146C4D7A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19E4FE17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00F477C0" w14:textId="77777777" w:rsidR="001F3539" w:rsidRDefault="00A34395" w:rsidP="00A34395">
      <w:r>
        <w:t>____________________________________________________________________________________________</w:t>
      </w:r>
    </w:p>
    <w:p w14:paraId="3DA2A77D" w14:textId="77777777" w:rsidR="001F3539" w:rsidRDefault="001F3539" w:rsidP="001F3539">
      <w:pPr>
        <w:pStyle w:val="berschrift3"/>
      </w:pPr>
      <w:r>
        <w:t>Wer verwaltet das Einkommen? Wer verwaltet das Vermögen? Ungefähre Höhe des Vermögens?</w:t>
      </w:r>
    </w:p>
    <w:p w14:paraId="24003CBB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38269A77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3C009A7A" w14:textId="77777777" w:rsidR="001F3539" w:rsidRDefault="00A34395" w:rsidP="00A34395">
      <w:r>
        <w:t>____________________________________________________________________________________________</w:t>
      </w:r>
    </w:p>
    <w:p w14:paraId="7E330C97" w14:textId="77777777" w:rsidR="006769F9" w:rsidRDefault="006769F9" w:rsidP="006769F9">
      <w:pPr>
        <w:pStyle w:val="berschrift3"/>
      </w:pPr>
      <w:r>
        <w:t>Bitte beantworten Sie folgende Fragen zu den Sozialversicherungen</w:t>
      </w:r>
    </w:p>
    <w:p w14:paraId="0776E7A2" w14:textId="77777777" w:rsidR="006769F9" w:rsidRDefault="006769F9" w:rsidP="006769F9">
      <w:pPr>
        <w:tabs>
          <w:tab w:val="left" w:pos="7797"/>
          <w:tab w:val="left" w:pos="8505"/>
        </w:tabs>
      </w:pPr>
      <w:r>
        <w:t xml:space="preserve">Ist eine AHV-Beitragspflicht geregelt und sind die </w:t>
      </w:r>
      <w:r w:rsidR="009602AD">
        <w:t>Beiträge</w:t>
      </w:r>
      <w:r>
        <w:t xml:space="preserve"> bezahlt?</w:t>
      </w:r>
      <w:r>
        <w:tab/>
        <w:t xml:space="preserve">Ja </w:t>
      </w:r>
      <w:r w:rsidR="0021485E">
        <w:t>☐</w:t>
      </w:r>
      <w:r>
        <w:tab/>
        <w:t xml:space="preserve">Nein </w:t>
      </w:r>
      <w:r w:rsidR="0021485E">
        <w:t>☐</w:t>
      </w:r>
    </w:p>
    <w:p w14:paraId="77A0DF2E" w14:textId="77777777" w:rsidR="006769F9" w:rsidRDefault="006769F9" w:rsidP="006769F9">
      <w:pPr>
        <w:tabs>
          <w:tab w:val="left" w:pos="7797"/>
          <w:tab w:val="left" w:pos="8505"/>
        </w:tabs>
      </w:pPr>
      <w:r>
        <w:t xml:space="preserve">Wurde eine allfällige Prämienverbilligung (nicht EL Bezüger/innen) beantragt? </w:t>
      </w:r>
      <w:r>
        <w:tab/>
        <w:t xml:space="preserve">Ja </w:t>
      </w:r>
      <w:r w:rsidR="0021485E">
        <w:t>☐</w:t>
      </w:r>
      <w:r>
        <w:tab/>
        <w:t xml:space="preserve">Nein </w:t>
      </w:r>
      <w:r w:rsidR="0021485E">
        <w:t>☐</w:t>
      </w:r>
    </w:p>
    <w:p w14:paraId="719EE3CA" w14:textId="77777777" w:rsidR="006769F9" w:rsidRDefault="006769F9" w:rsidP="006769F9">
      <w:pPr>
        <w:tabs>
          <w:tab w:val="left" w:pos="7797"/>
          <w:tab w:val="left" w:pos="8505"/>
        </w:tabs>
      </w:pPr>
      <w:r>
        <w:t>Ist der Anspruch auf Ergänzungsleistungen geprüft bzw. sind sie beantragt worden?</w:t>
      </w:r>
      <w:r>
        <w:tab/>
        <w:t xml:space="preserve">Ja </w:t>
      </w:r>
      <w:r w:rsidR="0021485E">
        <w:t>☐</w:t>
      </w:r>
      <w:r>
        <w:tab/>
        <w:t xml:space="preserve">Nein </w:t>
      </w:r>
      <w:r w:rsidR="0021485E">
        <w:t>☐</w:t>
      </w:r>
    </w:p>
    <w:p w14:paraId="7795B4CA" w14:textId="77777777" w:rsidR="006769F9" w:rsidRDefault="006769F9" w:rsidP="006769F9">
      <w:pPr>
        <w:tabs>
          <w:tab w:val="left" w:pos="7797"/>
          <w:tab w:val="left" w:pos="8505"/>
        </w:tabs>
      </w:pPr>
      <w:r>
        <w:t>Falls Bezüger/in der Ergänzungsleistungen:</w:t>
      </w:r>
    </w:p>
    <w:p w14:paraId="4545A5B0" w14:textId="77777777" w:rsidR="006769F9" w:rsidRDefault="006769F9" w:rsidP="006769F9">
      <w:pPr>
        <w:tabs>
          <w:tab w:val="left" w:pos="7797"/>
          <w:tab w:val="left" w:pos="8505"/>
        </w:tabs>
      </w:pPr>
      <w:r>
        <w:t>Wurden die Krankheitskosten bei der AHV-Zweigstelle</w:t>
      </w:r>
      <w:r w:rsidR="0070165F">
        <w:t>/AKSO</w:t>
      </w:r>
      <w:r>
        <w:t xml:space="preserve"> geltend gemacht?</w:t>
      </w:r>
      <w:r w:rsidR="009602AD">
        <w:tab/>
        <w:t xml:space="preserve">Ja </w:t>
      </w:r>
      <w:r w:rsidR="0021485E">
        <w:t>☐</w:t>
      </w:r>
      <w:r w:rsidR="009602AD">
        <w:tab/>
        <w:t xml:space="preserve">Nein </w:t>
      </w:r>
      <w:r w:rsidR="0021485E">
        <w:t>☐</w:t>
      </w:r>
    </w:p>
    <w:p w14:paraId="1BF237F7" w14:textId="77777777" w:rsidR="009602AD" w:rsidRDefault="009602AD" w:rsidP="006769F9">
      <w:pPr>
        <w:tabs>
          <w:tab w:val="left" w:pos="7797"/>
          <w:tab w:val="left" w:pos="8505"/>
        </w:tabs>
      </w:pPr>
      <w:r>
        <w:t>Ist der Anspruch auf Hilflosenentschädigung geprüft bzw. beantragt worden?</w:t>
      </w:r>
      <w:r>
        <w:tab/>
        <w:t xml:space="preserve">Ja </w:t>
      </w:r>
      <w:r w:rsidR="0021485E">
        <w:t>☐</w:t>
      </w:r>
      <w:r>
        <w:tab/>
        <w:t xml:space="preserve">Nein </w:t>
      </w:r>
      <w:r w:rsidR="0021485E">
        <w:t>☐</w:t>
      </w:r>
    </w:p>
    <w:p w14:paraId="3659CF34" w14:textId="77777777" w:rsidR="009602AD" w:rsidRDefault="009602AD" w:rsidP="006769F9">
      <w:pPr>
        <w:tabs>
          <w:tab w:val="left" w:pos="7797"/>
          <w:tab w:val="left" w:pos="8505"/>
        </w:tabs>
      </w:pPr>
      <w:r>
        <w:t>Haben Sie sonstige Ansprüche auf Sozialversicherungen geprüft?</w:t>
      </w:r>
      <w:r>
        <w:tab/>
        <w:t xml:space="preserve">Ja </w:t>
      </w:r>
      <w:r w:rsidR="0021485E">
        <w:t>☐</w:t>
      </w:r>
      <w:r>
        <w:tab/>
        <w:t xml:space="preserve">Nein </w:t>
      </w:r>
      <w:r w:rsidR="0021485E">
        <w:t>☐</w:t>
      </w:r>
    </w:p>
    <w:p w14:paraId="2E6EDAE1" w14:textId="77777777" w:rsidR="009602AD" w:rsidRDefault="00A34395" w:rsidP="006769F9">
      <w:pPr>
        <w:tabs>
          <w:tab w:val="left" w:pos="7797"/>
          <w:tab w:val="left" w:pos="8505"/>
        </w:tabs>
      </w:pPr>
      <w:r>
        <w:t>Wenn ja welche?</w:t>
      </w:r>
    </w:p>
    <w:p w14:paraId="6DCFAD2C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53335D1B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7487B2D7" w14:textId="77777777" w:rsidR="009602AD" w:rsidRDefault="009602AD" w:rsidP="009602AD">
      <w:pPr>
        <w:pStyle w:val="berschrift3"/>
      </w:pPr>
      <w:r>
        <w:t>Falls in der Rechnung eine Vermögensverminderung ausgewiesen wird: Gründe für den Vermögensverzehr?</w:t>
      </w:r>
    </w:p>
    <w:p w14:paraId="14E4E0BD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2B8E653D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10CE9FF1" w14:textId="77777777" w:rsidR="009602AD" w:rsidRDefault="00A34395" w:rsidP="00A34395">
      <w:r>
        <w:t>____________________________________________________________________________________________</w:t>
      </w:r>
    </w:p>
    <w:p w14:paraId="61DA9EAA" w14:textId="77777777" w:rsidR="009602AD" w:rsidRDefault="009602AD" w:rsidP="009602AD">
      <w:pPr>
        <w:pStyle w:val="berschrift3"/>
      </w:pPr>
      <w:r>
        <w:t>Weitere Angaben zum Thema Finanzen/Administration/Sozialversicherungen:</w:t>
      </w:r>
    </w:p>
    <w:p w14:paraId="1B05CFDA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4903ADD8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2D311488" w14:textId="77777777" w:rsidR="00A13CFA" w:rsidRDefault="00A13CFA" w:rsidP="00A13CFA">
      <w:pPr>
        <w:pStyle w:val="berschrift1"/>
      </w:pPr>
      <w:r>
        <w:lastRenderedPageBreak/>
        <w:t>Anpassung / weiterführung der massnahme</w:t>
      </w:r>
    </w:p>
    <w:p w14:paraId="4EED6FCF" w14:textId="77777777" w:rsidR="00A13CFA" w:rsidRDefault="00A13CFA" w:rsidP="00A13CFA">
      <w:pPr>
        <w:pStyle w:val="berschrift2"/>
      </w:pPr>
      <w:r>
        <w:t>Hat die Beistandsperson Vorschläge zur Anpassung der Massnahme?</w:t>
      </w:r>
    </w:p>
    <w:p w14:paraId="05E74034" w14:textId="77777777" w:rsidR="00A34395" w:rsidRDefault="0021485E" w:rsidP="00A34395">
      <w:pPr>
        <w:spacing w:before="120" w:after="240"/>
      </w:pPr>
      <w:r>
        <w:t>☐</w:t>
      </w:r>
      <w:r w:rsidR="00A13CFA">
        <w:t xml:space="preserve"> Ja welche? </w:t>
      </w:r>
      <w:r w:rsidR="00A34395">
        <w:t>____________________________________________________________________________________________</w:t>
      </w:r>
    </w:p>
    <w:p w14:paraId="1396C2DD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19BE6610" w14:textId="77777777" w:rsidR="00A13CFA" w:rsidRDefault="00A34395" w:rsidP="00A13CFA">
      <w:r>
        <w:t>____________________________________________________________________________________________</w:t>
      </w:r>
    </w:p>
    <w:p w14:paraId="385E3C1E" w14:textId="77777777" w:rsidR="00A13CFA" w:rsidRDefault="0021485E" w:rsidP="00A13CFA">
      <w:r>
        <w:t xml:space="preserve">☐ </w:t>
      </w:r>
      <w:r w:rsidR="00A13CFA">
        <w:t>Keine Anpassung notwendig. Die Massnahme soll unverändert weitergeführt werden.</w:t>
      </w:r>
    </w:p>
    <w:p w14:paraId="12352F9B" w14:textId="77777777" w:rsidR="0021485E" w:rsidRDefault="0021485E" w:rsidP="00A13CFA"/>
    <w:p w14:paraId="1D700595" w14:textId="77777777" w:rsidR="00A13CFA" w:rsidRDefault="00A13CFA" w:rsidP="00A13CFA">
      <w:pPr>
        <w:pStyle w:val="berschrift2"/>
      </w:pPr>
      <w:r>
        <w:t>Ist die Beistandsperson bereit, das Mandat weiterzuführen?</w:t>
      </w:r>
    </w:p>
    <w:p w14:paraId="6D92E869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37EB08B2" w14:textId="77777777" w:rsidR="00A13CFA" w:rsidRDefault="00A13CFA" w:rsidP="00A13CFA">
      <w:pPr>
        <w:pStyle w:val="berschrift1"/>
      </w:pPr>
      <w:r>
        <w:t>Anträge der Mandatsperson an die kesb</w:t>
      </w:r>
    </w:p>
    <w:p w14:paraId="4EB95494" w14:textId="77777777" w:rsidR="00A13CFA" w:rsidRDefault="00A13CFA" w:rsidP="00A13CFA">
      <w:pPr>
        <w:pStyle w:val="berschrift2"/>
      </w:pPr>
      <w:r>
        <w:t>eNTSCHÄDIGUNG gemäss Richtlinien</w:t>
      </w:r>
    </w:p>
    <w:p w14:paraId="36EE8948" w14:textId="77777777" w:rsidR="00A13CFA" w:rsidRDefault="00A13CFA" w:rsidP="00A34395">
      <w:pPr>
        <w:tabs>
          <w:tab w:val="left" w:pos="5387"/>
        </w:tabs>
      </w:pPr>
      <w:r>
        <w:t xml:space="preserve">Antrag für Entschädigung: CHF </w:t>
      </w:r>
      <w:r w:rsidR="00A34395">
        <w:t>________________</w:t>
      </w:r>
      <w:r>
        <w:tab/>
        <w:t xml:space="preserve">Antrag für Spesen: CHF </w:t>
      </w:r>
      <w:r w:rsidR="00A34395">
        <w:t>________________</w:t>
      </w:r>
    </w:p>
    <w:p w14:paraId="78156EFD" w14:textId="77777777" w:rsidR="00A13CFA" w:rsidRDefault="00A13CFA" w:rsidP="00A13CFA">
      <w:r>
        <w:t xml:space="preserve">Antrag für ausserordentlichen Aufwand CHF </w:t>
      </w:r>
      <w:r w:rsidR="00A34395">
        <w:t>________________</w:t>
      </w:r>
    </w:p>
    <w:p w14:paraId="694FC5F6" w14:textId="77777777" w:rsidR="00A13CFA" w:rsidRDefault="00A13CFA" w:rsidP="00A13CFA"/>
    <w:p w14:paraId="346A577E" w14:textId="685D87E8" w:rsidR="00A13CFA" w:rsidRDefault="00A13CFA" w:rsidP="00A13CFA">
      <w:r>
        <w:t xml:space="preserve">Total CHF </w:t>
      </w:r>
      <w:r w:rsidR="00A34395">
        <w:t>________________</w:t>
      </w:r>
      <w:r>
        <w:rPr>
          <w:rStyle w:val="Fett"/>
        </w:rPr>
        <w:t xml:space="preserve"> </w:t>
      </w:r>
      <w:r w:rsidRPr="00A13CFA">
        <w:t>(ges</w:t>
      </w:r>
      <w:r w:rsidR="000F3CDE">
        <w:t>t</w:t>
      </w:r>
      <w:r w:rsidRPr="00A13CFA">
        <w:t xml:space="preserve">ützt auf Ziffer </w:t>
      </w:r>
      <w:r w:rsidR="00A34395">
        <w:t xml:space="preserve">________________ </w:t>
      </w:r>
      <w:r w:rsidRPr="00A13CFA">
        <w:t>der Entschädigungs-Richtlinien)</w:t>
      </w:r>
    </w:p>
    <w:p w14:paraId="6EAB508A" w14:textId="77777777" w:rsidR="00A13CFA" w:rsidRDefault="00A13CFA" w:rsidP="00A13CFA"/>
    <w:p w14:paraId="3D3DC12F" w14:textId="7D277958" w:rsidR="00A13CFA" w:rsidRDefault="0021485E" w:rsidP="00A13CFA">
      <w:r>
        <w:t>☐</w:t>
      </w:r>
      <w:r w:rsidR="00A13CFA">
        <w:t xml:space="preserve"> Ich verzichte auf eine Entschädigung (</w:t>
      </w:r>
      <w:r w:rsidR="00F777EC">
        <w:t>evtl.</w:t>
      </w:r>
      <w:r w:rsidR="00A13CFA">
        <w:t xml:space="preserve"> ankreuzen).</w:t>
      </w:r>
    </w:p>
    <w:p w14:paraId="0528F614" w14:textId="77777777" w:rsidR="00A13CFA" w:rsidRDefault="00A13CFA" w:rsidP="00A13CFA"/>
    <w:p w14:paraId="0F75141E" w14:textId="77777777" w:rsidR="00A13CFA" w:rsidRDefault="00A13CFA" w:rsidP="00A13CFA">
      <w:r>
        <w:t>Bemerkungen:</w:t>
      </w:r>
    </w:p>
    <w:p w14:paraId="199174E1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7C3D9521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618F186F" w14:textId="77777777" w:rsidR="00A13CFA" w:rsidRDefault="00A34395" w:rsidP="00A13CFA">
      <w:r>
        <w:t>____________________________________________________________________________________________</w:t>
      </w:r>
    </w:p>
    <w:p w14:paraId="49A9477F" w14:textId="77777777" w:rsidR="00A13CFA" w:rsidRDefault="00A13CFA" w:rsidP="00A13CFA">
      <w:pPr>
        <w:pStyle w:val="berschrift2"/>
      </w:pPr>
      <w:r>
        <w:t>Sonstige Anträge</w:t>
      </w:r>
    </w:p>
    <w:p w14:paraId="7E289F8F" w14:textId="77777777" w:rsidR="00A34395" w:rsidRDefault="00A34395" w:rsidP="00A34395">
      <w:pPr>
        <w:spacing w:before="120" w:after="240"/>
      </w:pPr>
      <w:r>
        <w:t>____________________________________________________________________________________________</w:t>
      </w:r>
    </w:p>
    <w:p w14:paraId="777E3BA3" w14:textId="77777777" w:rsidR="00A34395" w:rsidRDefault="00A34395" w:rsidP="00A34395">
      <w:pPr>
        <w:spacing w:after="240"/>
      </w:pPr>
      <w:r>
        <w:t>____________________________________________________________________________________________</w:t>
      </w:r>
    </w:p>
    <w:p w14:paraId="40C2E4CF" w14:textId="77777777" w:rsidR="00A13CFA" w:rsidRDefault="00A34395" w:rsidP="00A13CFA">
      <w:r>
        <w:t>____________________________________________________________________________________________</w:t>
      </w:r>
    </w:p>
    <w:p w14:paraId="0FD0B823" w14:textId="5D0D9CD6" w:rsidR="00A13CFA" w:rsidRDefault="00A13CFA" w:rsidP="00A13CFA">
      <w:pPr>
        <w:pStyle w:val="berschrift1"/>
        <w:rPr>
          <w:sz w:val="24"/>
        </w:rPr>
      </w:pPr>
      <w:r>
        <w:t>Beizug der betr</w:t>
      </w:r>
      <w:r w:rsidR="000F3CDE">
        <w:t>eu</w:t>
      </w:r>
      <w:r>
        <w:t xml:space="preserve">ten person zur berichts- und Rechnungsablage </w:t>
      </w:r>
      <w:r w:rsidRPr="00A13CFA">
        <w:rPr>
          <w:sz w:val="24"/>
        </w:rPr>
        <w:t>(art. 410 ABS. 2 ZGB und Art. 411 Abs 2 ZGB)</w:t>
      </w:r>
    </w:p>
    <w:p w14:paraId="5534CF82" w14:textId="77777777" w:rsidR="003B540B" w:rsidRDefault="003B540B" w:rsidP="003B540B">
      <w:pPr>
        <w:pStyle w:val="berschrift2"/>
      </w:pPr>
      <w:r>
        <w:t>Die Rechnung/der Bericht wurden mit der betreuten Person besprochen</w:t>
      </w:r>
    </w:p>
    <w:p w14:paraId="6609A24A" w14:textId="77777777" w:rsidR="003B540B" w:rsidRDefault="00A34395" w:rsidP="003B540B">
      <w:r>
        <w:t xml:space="preserve">Ort, </w:t>
      </w:r>
      <w:r w:rsidR="003B540B">
        <w:t xml:space="preserve">Datum: </w:t>
      </w:r>
      <w:r>
        <w:t>____________________</w:t>
      </w:r>
    </w:p>
    <w:p w14:paraId="1AA3D896" w14:textId="77777777" w:rsidR="003B540B" w:rsidRDefault="003B540B" w:rsidP="003B540B"/>
    <w:p w14:paraId="1AB8B4F5" w14:textId="6733C511" w:rsidR="003B540B" w:rsidRDefault="003B540B" w:rsidP="003B540B">
      <w:r>
        <w:t>Unterschrift der betroffenen</w:t>
      </w:r>
      <w:r w:rsidR="000F3CDE">
        <w:t xml:space="preserve"> </w:t>
      </w:r>
      <w:r>
        <w:t>Person:_________________________________________________________</w:t>
      </w:r>
    </w:p>
    <w:p w14:paraId="3B02D2E7" w14:textId="77777777" w:rsidR="003B540B" w:rsidRDefault="003B540B" w:rsidP="003B540B"/>
    <w:p w14:paraId="7661AEB9" w14:textId="77777777" w:rsidR="003B540B" w:rsidRDefault="003B540B" w:rsidP="003B540B"/>
    <w:p w14:paraId="1C78E200" w14:textId="08B85A30" w:rsidR="003B540B" w:rsidRDefault="003B540B" w:rsidP="003B540B">
      <w:pPr>
        <w:pStyle w:val="berschrift1"/>
      </w:pPr>
      <w:r>
        <w:t xml:space="preserve">Unterschrift der </w:t>
      </w:r>
      <w:r w:rsidR="00321C96">
        <w:t>Mandatsperson</w:t>
      </w:r>
    </w:p>
    <w:p w14:paraId="6482D7F7" w14:textId="77777777" w:rsidR="003B540B" w:rsidRDefault="00A34395" w:rsidP="003B540B">
      <w:r>
        <w:t>Ort, Datum: ____________________</w:t>
      </w:r>
    </w:p>
    <w:p w14:paraId="0AA400E4" w14:textId="77777777" w:rsidR="00A34395" w:rsidRDefault="00A34395" w:rsidP="003B540B"/>
    <w:p w14:paraId="50C2DC5B" w14:textId="77777777" w:rsidR="003B540B" w:rsidRDefault="003B540B" w:rsidP="003B540B">
      <w:r>
        <w:t>Unterschrift der Mandatsperson: ___________________________________________________________</w:t>
      </w:r>
    </w:p>
    <w:p w14:paraId="5E8C6B5E" w14:textId="77777777" w:rsidR="007D4591" w:rsidRDefault="007D4591" w:rsidP="003B540B"/>
    <w:p w14:paraId="4BFFECF5" w14:textId="63EABD5F" w:rsidR="007D4591" w:rsidRDefault="007D4591" w:rsidP="007D4591">
      <w:pPr>
        <w:pStyle w:val="berschrift1"/>
      </w:pPr>
      <w:r>
        <w:lastRenderedPageBreak/>
        <w:t>Beilagen (bitte ankreuzen</w:t>
      </w:r>
    </w:p>
    <w:p w14:paraId="3F6FD262" w14:textId="77777777" w:rsidR="00321C96" w:rsidRPr="00321C96" w:rsidRDefault="00321C96" w:rsidP="00321C96"/>
    <w:p w14:paraId="54816683" w14:textId="49775636" w:rsidR="00321C96" w:rsidRDefault="0021485E" w:rsidP="007D4591">
      <w:r>
        <w:t>☐</w:t>
      </w:r>
      <w:r w:rsidR="007307DA">
        <w:tab/>
      </w:r>
      <w:proofErr w:type="spellStart"/>
      <w:r w:rsidR="00321C96">
        <w:t>Be</w:t>
      </w:r>
      <w:r w:rsidR="003D50FA">
        <w:t>i</w:t>
      </w:r>
      <w:r w:rsidR="00321C96">
        <w:t>lageblatt</w:t>
      </w:r>
      <w:proofErr w:type="spellEnd"/>
      <w:r w:rsidR="00321C96">
        <w:t xml:space="preserve"> Einkommens- und Vermögensverwaltung</w:t>
      </w:r>
    </w:p>
    <w:p w14:paraId="34325DDA" w14:textId="66F170F5" w:rsidR="007D4591" w:rsidRDefault="00321C96" w:rsidP="007D4591">
      <w:r>
        <w:t>☐</w:t>
      </w:r>
      <w:r>
        <w:tab/>
      </w:r>
      <w:r w:rsidR="007307DA">
        <w:t>Rechnungsablage (Buchhaltung mit sämtlichen Originalbelegen, Rechnungen/Gutschriften)</w:t>
      </w:r>
    </w:p>
    <w:p w14:paraId="0B474ECA" w14:textId="77777777" w:rsidR="007307DA" w:rsidRDefault="0021485E" w:rsidP="007D4591">
      <w:r>
        <w:t>☐</w:t>
      </w:r>
      <w:r w:rsidR="007307DA">
        <w:tab/>
        <w:t>Steuererklärung inkl. definitive Steuerveranlagung pro Jahr</w:t>
      </w:r>
    </w:p>
    <w:p w14:paraId="49A63FA6" w14:textId="77777777" w:rsidR="007307DA" w:rsidRDefault="0021485E" w:rsidP="007D4591">
      <w:r>
        <w:t>☐</w:t>
      </w:r>
      <w:r w:rsidR="007307DA">
        <w:tab/>
        <w:t>Krankenkassenpolice pro Jahr</w:t>
      </w:r>
    </w:p>
    <w:p w14:paraId="09E499DA" w14:textId="77777777" w:rsidR="007307DA" w:rsidRDefault="0021485E" w:rsidP="007D4591">
      <w:r>
        <w:t>☐</w:t>
      </w:r>
      <w:r w:rsidR="007307DA">
        <w:tab/>
        <w:t>Verfügungen der Ausgleichskasse über IPV/AHV/IV/EL/HE/NE-Beiträge</w:t>
      </w:r>
    </w:p>
    <w:p w14:paraId="21EEEBCE" w14:textId="77777777" w:rsidR="007307DA" w:rsidRDefault="0021485E" w:rsidP="007D4591">
      <w:r>
        <w:t>☐</w:t>
      </w:r>
      <w:r w:rsidR="007307DA">
        <w:tab/>
        <w:t>Sonstige Unterlagen und Verträge (z.B. Arbeitsvertrag, Lohnausweise, PK-Entscheid etc.)</w:t>
      </w:r>
    </w:p>
    <w:p w14:paraId="65D90CBC" w14:textId="24B6A0FB" w:rsidR="007307DA" w:rsidRDefault="0021485E" w:rsidP="007D4591">
      <w:r>
        <w:t>☐</w:t>
      </w:r>
      <w:r w:rsidR="007307DA">
        <w:tab/>
        <w:t>Aktueller Betreibungsregisterauszug (</w:t>
      </w:r>
      <w:r w:rsidR="00321C96">
        <w:t xml:space="preserve">nur </w:t>
      </w:r>
      <w:r w:rsidR="007307DA">
        <w:t>bei Schulden)</w:t>
      </w:r>
    </w:p>
    <w:p w14:paraId="52CA6C66" w14:textId="77777777" w:rsidR="007307DA" w:rsidRDefault="0021485E" w:rsidP="007D4591">
      <w:r>
        <w:t>☐</w:t>
      </w:r>
      <w:r w:rsidR="007307DA">
        <w:tab/>
        <w:t>Kontoauszüge (detaillierte Kontoauszüge bei Bericht mit Vermögensnachweis)</w:t>
      </w:r>
    </w:p>
    <w:p w14:paraId="3AAD78AB" w14:textId="77777777" w:rsidR="007307DA" w:rsidRDefault="0021485E" w:rsidP="007D4591">
      <w:r>
        <w:t>☐</w:t>
      </w:r>
      <w:r w:rsidR="007307DA">
        <w:tab/>
      </w:r>
      <w:r w:rsidR="00A34395">
        <w:t>_____________________________________________________________________</w:t>
      </w:r>
    </w:p>
    <w:p w14:paraId="2BFB1C60" w14:textId="77777777" w:rsidR="007307DA" w:rsidRDefault="0021485E" w:rsidP="007D4591">
      <w:r>
        <w:t>☐</w:t>
      </w:r>
      <w:r w:rsidR="007307DA">
        <w:tab/>
      </w:r>
      <w:r w:rsidR="00A34395">
        <w:t>_____________________________________________________________________</w:t>
      </w:r>
    </w:p>
    <w:p w14:paraId="5B7C6A10" w14:textId="77777777" w:rsidR="007307DA" w:rsidRDefault="0021485E" w:rsidP="007D4591">
      <w:r>
        <w:t>☐</w:t>
      </w:r>
      <w:r w:rsidR="007307DA">
        <w:tab/>
      </w:r>
      <w:r w:rsidR="00A34395">
        <w:t>_____________________________________________________________________</w:t>
      </w:r>
    </w:p>
    <w:p w14:paraId="4EFDC3D3" w14:textId="77777777" w:rsidR="007307DA" w:rsidRDefault="007307DA" w:rsidP="007D4591"/>
    <w:p w14:paraId="784E5196" w14:textId="77777777" w:rsidR="007307DA" w:rsidRDefault="007307DA" w:rsidP="007307DA">
      <w:pPr>
        <w:pStyle w:val="berschrift1"/>
      </w:pPr>
      <w:r>
        <w:t xml:space="preserve">zUSTÄNDIGE SOZIALREGION </w:t>
      </w:r>
    </w:p>
    <w:p w14:paraId="6F9CE2D2" w14:textId="77777777" w:rsidR="005E3EA8" w:rsidRDefault="005E3EA8" w:rsidP="007307DA">
      <w:r>
        <w:t>Sozialregion Dorneck</w:t>
      </w:r>
    </w:p>
    <w:p w14:paraId="70B691E4" w14:textId="77777777" w:rsidR="005E3EA8" w:rsidRDefault="005E3EA8" w:rsidP="007307DA">
      <w:proofErr w:type="spellStart"/>
      <w:r>
        <w:t>PriMa</w:t>
      </w:r>
      <w:proofErr w:type="spellEnd"/>
      <w:r>
        <w:t xml:space="preserve"> Begleitung</w:t>
      </w:r>
    </w:p>
    <w:p w14:paraId="2707BE8F" w14:textId="0AB6DB19" w:rsidR="005E3EA8" w:rsidRDefault="00321C96" w:rsidP="007307DA">
      <w:r>
        <w:t>Hauptstrasse 1</w:t>
      </w:r>
    </w:p>
    <w:p w14:paraId="6F26289F" w14:textId="77777777" w:rsidR="007307DA" w:rsidRDefault="007307DA" w:rsidP="007307DA">
      <w:r>
        <w:t>4143 Dornach</w:t>
      </w:r>
    </w:p>
    <w:p w14:paraId="25F15034" w14:textId="77777777" w:rsidR="005E3EA8" w:rsidRDefault="005E3EA8" w:rsidP="007307DA"/>
    <w:p w14:paraId="359E98DB" w14:textId="77777777" w:rsidR="005E3EA8" w:rsidRDefault="00567D39" w:rsidP="007307DA">
      <w:r>
        <w:t>Telefon</w:t>
      </w:r>
      <w:r w:rsidR="007307DA">
        <w:t>: 061 706 25 50</w:t>
      </w:r>
    </w:p>
    <w:p w14:paraId="205AEBB8" w14:textId="77777777" w:rsidR="007307DA" w:rsidRDefault="007307DA" w:rsidP="007307DA">
      <w:r>
        <w:t xml:space="preserve">E-Mail: </w:t>
      </w:r>
      <w:hyperlink r:id="rId8" w:history="1">
        <w:r w:rsidRPr="007307DA">
          <w:rPr>
            <w:rStyle w:val="Hyperlink"/>
            <w:color w:val="auto"/>
            <w:u w:val="none"/>
          </w:rPr>
          <w:t>sozial@dornach.ch</w:t>
        </w:r>
      </w:hyperlink>
    </w:p>
    <w:p w14:paraId="5B11A35F" w14:textId="77777777" w:rsidR="007307DA" w:rsidRDefault="007307DA" w:rsidP="007307DA"/>
    <w:p w14:paraId="4EB54FD3" w14:textId="77777777" w:rsidR="007307DA" w:rsidRDefault="007307DA" w:rsidP="007307DA">
      <w:r>
        <w:t>Weitere Informationen zu den</w:t>
      </w:r>
      <w:r w:rsidR="005E3EA8">
        <w:t xml:space="preserve"> Öffnungszeiten und Mitarbeitenden</w:t>
      </w:r>
      <w:r>
        <w:t xml:space="preserve"> finden Sie unter </w:t>
      </w:r>
    </w:p>
    <w:p w14:paraId="1CC4231A" w14:textId="77777777" w:rsidR="007307DA" w:rsidRPr="00321C96" w:rsidRDefault="003D50FA" w:rsidP="007307DA">
      <w:hyperlink r:id="rId9" w:history="1">
        <w:r w:rsidR="005E3EA8" w:rsidRPr="00321C96">
          <w:rPr>
            <w:rStyle w:val="Hyperlink"/>
            <w:color w:val="auto"/>
            <w:u w:val="none"/>
          </w:rPr>
          <w:t>www.sozialregion-dorneck.ch</w:t>
        </w:r>
      </w:hyperlink>
      <w:r w:rsidR="00A34395" w:rsidRPr="00321C96">
        <w:t>.</w:t>
      </w:r>
    </w:p>
    <w:sectPr w:rsidR="007307DA" w:rsidRPr="00321C96" w:rsidSect="00062FA0">
      <w:footerReference w:type="default" r:id="rId10"/>
      <w:headerReference w:type="first" r:id="rId11"/>
      <w:footerReference w:type="first" r:id="rId12"/>
      <w:type w:val="continuous"/>
      <w:pgSz w:w="11906" w:h="16838"/>
      <w:pgMar w:top="1191" w:right="1134" w:bottom="153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7B34" w14:textId="77777777" w:rsidR="000F3CDE" w:rsidRDefault="000F3CDE" w:rsidP="00E45939">
      <w:pPr>
        <w:spacing w:line="240" w:lineRule="auto"/>
      </w:pPr>
      <w:r>
        <w:separator/>
      </w:r>
    </w:p>
  </w:endnote>
  <w:endnote w:type="continuationSeparator" w:id="0">
    <w:p w14:paraId="43DE6365" w14:textId="77777777" w:rsidR="000F3CDE" w:rsidRDefault="000F3CDE" w:rsidP="00E459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Con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oxima Nova Cn Rg">
    <w:altName w:val="Proxima Nova Cn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Cond Semibol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971A" w14:textId="77777777" w:rsidR="003B540B" w:rsidRPr="008226EC" w:rsidRDefault="003B540B" w:rsidP="002C45F2">
    <w:pPr>
      <w:pStyle w:val="Fusszeile"/>
    </w:pPr>
    <w:r w:rsidRPr="008226EC">
      <w:t xml:space="preserve">Seite </w:t>
    </w:r>
    <w:r w:rsidRPr="008226EC">
      <w:fldChar w:fldCharType="begin"/>
    </w:r>
    <w:r w:rsidRPr="008226EC">
      <w:instrText>PAGE  \* Arabic  \* MERGEFORMAT</w:instrText>
    </w:r>
    <w:r w:rsidRPr="008226EC">
      <w:fldChar w:fldCharType="separate"/>
    </w:r>
    <w:r w:rsidR="002C45F2">
      <w:t>2</w:t>
    </w:r>
    <w:r w:rsidRPr="008226EC">
      <w:fldChar w:fldCharType="end"/>
    </w:r>
    <w:r w:rsidRPr="008226EC">
      <w:t>/</w:t>
    </w:r>
    <w:r w:rsidR="003D50FA">
      <w:fldChar w:fldCharType="begin"/>
    </w:r>
    <w:r w:rsidR="003D50FA">
      <w:instrText>NUMPAGES  \* Arabic  \* MERGEFORMAT</w:instrText>
    </w:r>
    <w:r w:rsidR="003D50FA">
      <w:fldChar w:fldCharType="separate"/>
    </w:r>
    <w:r w:rsidR="002C45F2">
      <w:t>7</w:t>
    </w:r>
    <w:r w:rsidR="003D50F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2CA1" w14:textId="77777777" w:rsidR="00C90E0D" w:rsidRPr="00C90E0D" w:rsidRDefault="003B540B" w:rsidP="00C90E0D">
    <w:pPr>
      <w:spacing w:line="240" w:lineRule="auto"/>
      <w:rPr>
        <w:noProof/>
        <w:spacing w:val="2"/>
        <w:sz w:val="18"/>
        <w:lang w:eastAsia="de-CH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474309A" wp14:editId="7879292E">
          <wp:simplePos x="0" y="0"/>
          <wp:positionH relativeFrom="column">
            <wp:posOffset>1670685</wp:posOffset>
          </wp:positionH>
          <wp:positionV relativeFrom="bottomMargin">
            <wp:posOffset>144145</wp:posOffset>
          </wp:positionV>
          <wp:extent cx="4788000" cy="720000"/>
          <wp:effectExtent l="0" t="0" r="0" b="444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Visual_Bruec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8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E0D" w:rsidRPr="006E1469">
      <w:rPr>
        <w:noProof/>
        <w:spacing w:val="2"/>
        <w:sz w:val="18"/>
        <w:lang w:eastAsia="de-CH"/>
      </w:rPr>
      <w:t>Registratur</w:t>
    </w:r>
    <w:r w:rsidR="00C90E0D">
      <w:t xml:space="preserve">: </w:t>
    </w:r>
    <w:r w:rsidR="00C90E0D" w:rsidRPr="00C90E0D">
      <w:rPr>
        <w:noProof/>
        <w:spacing w:val="2"/>
        <w:sz w:val="18"/>
        <w:lang w:eastAsia="de-CH"/>
      </w:rPr>
      <w:t>K2.4.3</w:t>
    </w:r>
  </w:p>
  <w:p w14:paraId="5053FDF8" w14:textId="77777777" w:rsidR="003B540B" w:rsidRDefault="003B540B" w:rsidP="00062FA0">
    <w:pPr>
      <w:pStyle w:val="Fuss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360EE" w14:textId="77777777" w:rsidR="000F3CDE" w:rsidRDefault="000F3CDE" w:rsidP="00E45939">
      <w:pPr>
        <w:spacing w:line="240" w:lineRule="auto"/>
      </w:pPr>
      <w:r>
        <w:separator/>
      </w:r>
    </w:p>
  </w:footnote>
  <w:footnote w:type="continuationSeparator" w:id="0">
    <w:p w14:paraId="77736E59" w14:textId="77777777" w:rsidR="000F3CDE" w:rsidRDefault="000F3CDE" w:rsidP="00E459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71EB" w14:textId="77777777" w:rsidR="003B540B" w:rsidRDefault="003B540B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362D09D1" wp14:editId="78DE551D">
          <wp:simplePos x="0" y="0"/>
          <wp:positionH relativeFrom="leftMargin">
            <wp:posOffset>467995</wp:posOffset>
          </wp:positionH>
          <wp:positionV relativeFrom="topMargin">
            <wp:posOffset>467995</wp:posOffset>
          </wp:positionV>
          <wp:extent cx="1530000" cy="38160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RNACH_Schriftmar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0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430A"/>
    <w:multiLevelType w:val="hybridMultilevel"/>
    <w:tmpl w:val="BF2CA9EE"/>
    <w:lvl w:ilvl="0" w:tplc="A188832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10E2"/>
    <w:multiLevelType w:val="hybridMultilevel"/>
    <w:tmpl w:val="B612842C"/>
    <w:lvl w:ilvl="0" w:tplc="AAC4A97C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229F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F27E4E"/>
    <w:multiLevelType w:val="hybridMultilevel"/>
    <w:tmpl w:val="8444B4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5FD"/>
    <w:multiLevelType w:val="hybridMultilevel"/>
    <w:tmpl w:val="FA9A99B8"/>
    <w:lvl w:ilvl="0" w:tplc="C774208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4222"/>
    <w:multiLevelType w:val="hybridMultilevel"/>
    <w:tmpl w:val="238631C0"/>
    <w:lvl w:ilvl="0" w:tplc="8AC0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1C71"/>
    <w:multiLevelType w:val="multilevel"/>
    <w:tmpl w:val="9C308C5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890B1D"/>
    <w:multiLevelType w:val="hybridMultilevel"/>
    <w:tmpl w:val="7340C6DA"/>
    <w:lvl w:ilvl="0" w:tplc="F9166502">
      <w:start w:val="4143"/>
      <w:numFmt w:val="bullet"/>
      <w:lvlText w:val="-"/>
      <w:lvlJc w:val="left"/>
      <w:pPr>
        <w:ind w:left="720" w:hanging="360"/>
      </w:pPr>
      <w:rPr>
        <w:rFonts w:ascii="Proxima Nova Cond" w:eastAsiaTheme="minorHAnsi" w:hAnsi="Proxima Nova Con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80087"/>
    <w:multiLevelType w:val="hybridMultilevel"/>
    <w:tmpl w:val="F328DFA4"/>
    <w:lvl w:ilvl="0" w:tplc="4D70285E">
      <w:start w:val="1"/>
      <w:numFmt w:val="bullet"/>
      <w:pStyle w:val="Listenabsatzpunktiert"/>
      <w:lvlText w:val=""/>
      <w:lvlJc w:val="left"/>
      <w:pPr>
        <w:ind w:left="672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582811">
    <w:abstractNumId w:val="7"/>
  </w:num>
  <w:num w:numId="2" w16cid:durableId="311717624">
    <w:abstractNumId w:val="5"/>
  </w:num>
  <w:num w:numId="3" w16cid:durableId="1163468017">
    <w:abstractNumId w:val="0"/>
  </w:num>
  <w:num w:numId="4" w16cid:durableId="1758162874">
    <w:abstractNumId w:val="1"/>
  </w:num>
  <w:num w:numId="5" w16cid:durableId="1654027096">
    <w:abstractNumId w:val="2"/>
  </w:num>
  <w:num w:numId="6" w16cid:durableId="302974634">
    <w:abstractNumId w:val="6"/>
  </w:num>
  <w:num w:numId="7" w16cid:durableId="223418809">
    <w:abstractNumId w:val="4"/>
  </w:num>
  <w:num w:numId="8" w16cid:durableId="1800759779">
    <w:abstractNumId w:val="3"/>
  </w:num>
  <w:num w:numId="9" w16cid:durableId="9670554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attachedTemplate r:id="rId1"/>
  <w:documentProtection w:edit="forms" w:formatting="1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DE"/>
    <w:rsid w:val="00035AB1"/>
    <w:rsid w:val="00062FA0"/>
    <w:rsid w:val="00071418"/>
    <w:rsid w:val="000F3CDE"/>
    <w:rsid w:val="00125E89"/>
    <w:rsid w:val="001F3539"/>
    <w:rsid w:val="00205B23"/>
    <w:rsid w:val="0021485E"/>
    <w:rsid w:val="00265354"/>
    <w:rsid w:val="00276F30"/>
    <w:rsid w:val="002A4F1C"/>
    <w:rsid w:val="002C38F4"/>
    <w:rsid w:val="002C45F2"/>
    <w:rsid w:val="002D54C7"/>
    <w:rsid w:val="002F0246"/>
    <w:rsid w:val="002F092A"/>
    <w:rsid w:val="00321C96"/>
    <w:rsid w:val="00336A34"/>
    <w:rsid w:val="00344D95"/>
    <w:rsid w:val="00350B95"/>
    <w:rsid w:val="003B540B"/>
    <w:rsid w:val="003C4987"/>
    <w:rsid w:val="003D50FA"/>
    <w:rsid w:val="004167A2"/>
    <w:rsid w:val="00444ACF"/>
    <w:rsid w:val="00484B70"/>
    <w:rsid w:val="00490FF5"/>
    <w:rsid w:val="004C5066"/>
    <w:rsid w:val="004D0F32"/>
    <w:rsid w:val="004D42E8"/>
    <w:rsid w:val="005477C2"/>
    <w:rsid w:val="00567D39"/>
    <w:rsid w:val="00570F6D"/>
    <w:rsid w:val="005C5D6D"/>
    <w:rsid w:val="005E3EA8"/>
    <w:rsid w:val="00615002"/>
    <w:rsid w:val="00624D22"/>
    <w:rsid w:val="00642D4E"/>
    <w:rsid w:val="006769F9"/>
    <w:rsid w:val="00687AA0"/>
    <w:rsid w:val="006A0A68"/>
    <w:rsid w:val="006E1469"/>
    <w:rsid w:val="0070165F"/>
    <w:rsid w:val="007307DA"/>
    <w:rsid w:val="00734FC5"/>
    <w:rsid w:val="0078558D"/>
    <w:rsid w:val="00786D47"/>
    <w:rsid w:val="00787E2F"/>
    <w:rsid w:val="007D4591"/>
    <w:rsid w:val="007D5BF6"/>
    <w:rsid w:val="007E0493"/>
    <w:rsid w:val="007F60EC"/>
    <w:rsid w:val="00805B87"/>
    <w:rsid w:val="00806A26"/>
    <w:rsid w:val="008226EC"/>
    <w:rsid w:val="00822DE1"/>
    <w:rsid w:val="0083690E"/>
    <w:rsid w:val="00862E4F"/>
    <w:rsid w:val="00874757"/>
    <w:rsid w:val="008C0924"/>
    <w:rsid w:val="008C6C5B"/>
    <w:rsid w:val="008D32E3"/>
    <w:rsid w:val="008E7321"/>
    <w:rsid w:val="00937694"/>
    <w:rsid w:val="00956C9F"/>
    <w:rsid w:val="009602AD"/>
    <w:rsid w:val="009779FD"/>
    <w:rsid w:val="009B7730"/>
    <w:rsid w:val="00A13CFA"/>
    <w:rsid w:val="00A34395"/>
    <w:rsid w:val="00A416CE"/>
    <w:rsid w:val="00AD786D"/>
    <w:rsid w:val="00AE60D9"/>
    <w:rsid w:val="00B1701D"/>
    <w:rsid w:val="00B831D4"/>
    <w:rsid w:val="00B961AC"/>
    <w:rsid w:val="00BB468B"/>
    <w:rsid w:val="00C750F4"/>
    <w:rsid w:val="00C80B80"/>
    <w:rsid w:val="00C90E0D"/>
    <w:rsid w:val="00CE7F14"/>
    <w:rsid w:val="00CF51A1"/>
    <w:rsid w:val="00CF71F9"/>
    <w:rsid w:val="00D2555B"/>
    <w:rsid w:val="00D70ECE"/>
    <w:rsid w:val="00D73E28"/>
    <w:rsid w:val="00D820F9"/>
    <w:rsid w:val="00DC2888"/>
    <w:rsid w:val="00E37C2C"/>
    <w:rsid w:val="00E422CA"/>
    <w:rsid w:val="00E45939"/>
    <w:rsid w:val="00E853F1"/>
    <w:rsid w:val="00F04F41"/>
    <w:rsid w:val="00F17273"/>
    <w:rsid w:val="00F326EF"/>
    <w:rsid w:val="00F42BB2"/>
    <w:rsid w:val="00F702AB"/>
    <w:rsid w:val="00F777EC"/>
    <w:rsid w:val="00F933E7"/>
    <w:rsid w:val="00F9501E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83D3573"/>
  <w15:chartTrackingRefBased/>
  <w15:docId w15:val="{FC14B8BF-6708-42B4-A24D-A4B797A6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7694"/>
    <w:pPr>
      <w:spacing w:after="0" w:line="270" w:lineRule="exact"/>
    </w:pPr>
    <w:rPr>
      <w:rFonts w:ascii="Proxima Nova Cond" w:hAnsi="Proxima Nova Cond"/>
      <w:spacing w:val="8"/>
    </w:rPr>
  </w:style>
  <w:style w:type="paragraph" w:styleId="berschrift1">
    <w:name w:val="heading 1"/>
    <w:basedOn w:val="Titel"/>
    <w:next w:val="Standard"/>
    <w:link w:val="berschrift1Zchn"/>
    <w:uiPriority w:val="9"/>
    <w:qFormat/>
    <w:rsid w:val="00125E89"/>
    <w:pPr>
      <w:keepNext/>
      <w:keepLines/>
      <w:numPr>
        <w:numId w:val="5"/>
      </w:numPr>
      <w:spacing w:before="120" w:after="60" w:line="270" w:lineRule="exact"/>
      <w:ind w:left="680" w:hanging="680"/>
      <w:outlineLvl w:val="0"/>
    </w:pPr>
    <w:rPr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035AB1"/>
    <w:pPr>
      <w:numPr>
        <w:ilvl w:val="1"/>
      </w:numPr>
      <w:ind w:left="680" w:hanging="680"/>
      <w:outlineLvl w:val="1"/>
    </w:pPr>
    <w:rPr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6A34"/>
    <w:pPr>
      <w:keepNext/>
      <w:keepLines/>
      <w:numPr>
        <w:ilvl w:val="2"/>
        <w:numId w:val="5"/>
      </w:numPr>
      <w:spacing w:before="60" w:after="60"/>
      <w:ind w:left="680" w:hanging="68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4757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4757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4757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4757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4757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4757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D0F32"/>
    <w:pPr>
      <w:tabs>
        <w:tab w:val="center" w:pos="4536"/>
        <w:tab w:val="right" w:pos="9072"/>
      </w:tabs>
      <w:spacing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5C5D6D"/>
    <w:pPr>
      <w:spacing w:after="360" w:line="240" w:lineRule="auto"/>
      <w:contextualSpacing/>
    </w:pPr>
    <w:rPr>
      <w:rFonts w:eastAsiaTheme="majorEastAsia" w:cstheme="majorBidi"/>
      <w:caps/>
      <w:spacing w:val="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5D6D"/>
    <w:rPr>
      <w:rFonts w:ascii="Proxima Nova Cond" w:eastAsiaTheme="majorEastAsia" w:hAnsi="Proxima Nova Cond" w:cstheme="majorBidi"/>
      <w:caps/>
      <w:spacing w:val="10"/>
      <w:kern w:val="28"/>
      <w:sz w:val="30"/>
      <w:szCs w:val="56"/>
    </w:rPr>
  </w:style>
  <w:style w:type="paragraph" w:customStyle="1" w:styleId="AbsenderTitel">
    <w:name w:val="Absender Titel"/>
    <w:basedOn w:val="Titel"/>
    <w:qFormat/>
    <w:rsid w:val="005C5D6D"/>
    <w:pPr>
      <w:spacing w:after="0"/>
      <w:contextualSpacing w:val="0"/>
      <w:jc w:val="right"/>
    </w:pPr>
  </w:style>
  <w:style w:type="character" w:styleId="Hyperlink">
    <w:name w:val="Hyperlink"/>
    <w:basedOn w:val="Absatz-Standardschriftart"/>
    <w:uiPriority w:val="99"/>
    <w:unhideWhenUsed/>
    <w:rsid w:val="00805B87"/>
    <w:rPr>
      <w:color w:val="0563C1" w:themeColor="hyperlink"/>
      <w:u w:val="single"/>
    </w:rPr>
  </w:style>
  <w:style w:type="paragraph" w:customStyle="1" w:styleId="Default">
    <w:name w:val="Default"/>
    <w:rsid w:val="00805B87"/>
    <w:pPr>
      <w:autoSpaceDE w:val="0"/>
      <w:autoSpaceDN w:val="0"/>
      <w:adjustRightInd w:val="0"/>
      <w:spacing w:after="0" w:line="240" w:lineRule="auto"/>
    </w:pPr>
    <w:rPr>
      <w:rFonts w:ascii="Proxima Nova Cn Rg" w:hAnsi="Proxima Nova Cn Rg" w:cs="Proxima Nova Cn Rg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E4593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5939"/>
    <w:rPr>
      <w:rFonts w:ascii="Proxima Nova Cond" w:hAnsi="Proxima Nova Cond"/>
    </w:rPr>
  </w:style>
  <w:style w:type="character" w:customStyle="1" w:styleId="FuzeileZchn">
    <w:name w:val="Fußzeile Zchn"/>
    <w:basedOn w:val="Absatz-Standardschriftart"/>
    <w:link w:val="Fuzeile"/>
    <w:uiPriority w:val="99"/>
    <w:rsid w:val="004D0F32"/>
    <w:rPr>
      <w:rFonts w:ascii="Proxima Nova Cond" w:hAnsi="Proxima Nova Cond"/>
    </w:rPr>
  </w:style>
  <w:style w:type="paragraph" w:styleId="Listenabsatz">
    <w:name w:val="List Paragraph"/>
    <w:basedOn w:val="Standard"/>
    <w:uiPriority w:val="34"/>
    <w:rsid w:val="00E853F1"/>
    <w:pPr>
      <w:numPr>
        <w:numId w:val="7"/>
      </w:numPr>
      <w:ind w:left="624" w:hanging="312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C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D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">
    <w:name w:val="Absender"/>
    <w:basedOn w:val="Standard"/>
    <w:qFormat/>
    <w:rsid w:val="00937694"/>
    <w:pPr>
      <w:spacing w:line="230" w:lineRule="exact"/>
      <w:jc w:val="right"/>
    </w:pPr>
    <w:rPr>
      <w:spacing w:val="2"/>
      <w:sz w:val="18"/>
    </w:rPr>
  </w:style>
  <w:style w:type="paragraph" w:customStyle="1" w:styleId="DatumBrief">
    <w:name w:val="Datum Brief"/>
    <w:basedOn w:val="Standard"/>
    <w:qFormat/>
    <w:rsid w:val="00937694"/>
    <w:pPr>
      <w:spacing w:after="180" w:line="360" w:lineRule="auto"/>
    </w:pPr>
    <w:rPr>
      <w:spacing w:val="2"/>
      <w:sz w:val="18"/>
    </w:rPr>
  </w:style>
  <w:style w:type="paragraph" w:customStyle="1" w:styleId="Funktion">
    <w:name w:val="Funktion"/>
    <w:basedOn w:val="Standard"/>
    <w:qFormat/>
    <w:rsid w:val="00937694"/>
    <w:pPr>
      <w:tabs>
        <w:tab w:val="left" w:pos="1650"/>
      </w:tabs>
      <w:spacing w:line="230" w:lineRule="exact"/>
    </w:pPr>
    <w:rPr>
      <w:spacing w:val="2"/>
      <w:sz w:val="18"/>
    </w:rPr>
  </w:style>
  <w:style w:type="paragraph" w:customStyle="1" w:styleId="Fusszeile">
    <w:name w:val="Fusszeile"/>
    <w:basedOn w:val="Standard"/>
    <w:qFormat/>
    <w:rsid w:val="004D42E8"/>
    <w:pPr>
      <w:tabs>
        <w:tab w:val="left" w:pos="7275"/>
      </w:tabs>
      <w:spacing w:line="240" w:lineRule="auto"/>
    </w:pPr>
    <w:rPr>
      <w:noProof/>
      <w:spacing w:val="2"/>
      <w:sz w:val="18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7694"/>
    <w:pPr>
      <w:numPr>
        <w:ilvl w:val="1"/>
      </w:numPr>
      <w:spacing w:after="360"/>
    </w:pPr>
    <w:rPr>
      <w:rFonts w:eastAsiaTheme="minorEastAsia"/>
      <w:caps/>
      <w:spacing w:val="12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7694"/>
    <w:rPr>
      <w:rFonts w:ascii="Proxima Nova Cond" w:eastAsiaTheme="minorEastAsia" w:hAnsi="Proxima Nova Cond"/>
      <w:caps/>
      <w:spacing w:val="12"/>
      <w:sz w:val="26"/>
    </w:rPr>
  </w:style>
  <w:style w:type="character" w:styleId="Fett">
    <w:name w:val="Strong"/>
    <w:basedOn w:val="Absatz-Standardschriftart"/>
    <w:uiPriority w:val="22"/>
    <w:qFormat/>
    <w:rsid w:val="00937694"/>
    <w:rPr>
      <w:rFonts w:ascii="Proxima Nova Cond Semibold" w:hAnsi="Proxima Nova Cond Semibold"/>
      <w:b w:val="0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B1701D"/>
    <w:pPr>
      <w:ind w:left="567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1701D"/>
    <w:rPr>
      <w:rFonts w:ascii="Proxima Nova Cond" w:hAnsi="Proxima Nova Cond"/>
      <w:i/>
      <w:iCs/>
      <w:color w:val="404040" w:themeColor="text1" w:themeTint="BF"/>
      <w:spacing w:val="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5E89"/>
    <w:rPr>
      <w:rFonts w:ascii="Proxima Nova Cond" w:eastAsiaTheme="majorEastAsia" w:hAnsi="Proxima Nova Cond" w:cstheme="majorBidi"/>
      <w:caps/>
      <w:spacing w:val="10"/>
      <w:kern w:val="28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5AB1"/>
    <w:rPr>
      <w:rFonts w:ascii="Proxima Nova Cond" w:eastAsiaTheme="majorEastAsia" w:hAnsi="Proxima Nova Cond" w:cstheme="majorBidi"/>
      <w:caps/>
      <w:spacing w:val="10"/>
      <w:kern w:val="28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6A34"/>
    <w:rPr>
      <w:rFonts w:ascii="Proxima Nova Cond" w:eastAsiaTheme="majorEastAsia" w:hAnsi="Proxima Nova Cond" w:cstheme="majorBidi"/>
      <w:spacing w:val="8"/>
      <w:szCs w:val="24"/>
    </w:rPr>
  </w:style>
  <w:style w:type="paragraph" w:styleId="Inhaltsverzeichnisberschrift">
    <w:name w:val="TOC Heading"/>
    <w:basedOn w:val="Titel"/>
    <w:next w:val="Standard"/>
    <w:uiPriority w:val="39"/>
    <w:unhideWhenUsed/>
    <w:qFormat/>
    <w:rsid w:val="00874757"/>
    <w:pPr>
      <w:spacing w:line="270" w:lineRule="exact"/>
    </w:pPr>
    <w:rPr>
      <w:spacing w:val="0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F60EC"/>
    <w:pPr>
      <w:tabs>
        <w:tab w:val="left" w:pos="312"/>
        <w:tab w:val="right" w:leader="dot" w:pos="9344"/>
      </w:tabs>
      <w:ind w:left="312" w:hanging="312"/>
    </w:pPr>
  </w:style>
  <w:style w:type="paragraph" w:styleId="Verzeichnis2">
    <w:name w:val="toc 2"/>
    <w:basedOn w:val="Standard"/>
    <w:next w:val="Standard"/>
    <w:autoRedefine/>
    <w:uiPriority w:val="39"/>
    <w:unhideWhenUsed/>
    <w:rsid w:val="00E422CA"/>
    <w:pPr>
      <w:tabs>
        <w:tab w:val="right" w:leader="dot" w:pos="9344"/>
      </w:tabs>
      <w:ind w:left="1163" w:hanging="851"/>
    </w:pPr>
  </w:style>
  <w:style w:type="paragraph" w:styleId="Verzeichnis3">
    <w:name w:val="toc 3"/>
    <w:basedOn w:val="Standard"/>
    <w:next w:val="Standard"/>
    <w:autoRedefine/>
    <w:uiPriority w:val="39"/>
    <w:unhideWhenUsed/>
    <w:rsid w:val="00336A34"/>
    <w:pPr>
      <w:tabs>
        <w:tab w:val="right" w:leader="dot" w:pos="9344"/>
      </w:tabs>
      <w:ind w:left="1163" w:hanging="851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4757"/>
    <w:rPr>
      <w:rFonts w:asciiTheme="majorHAnsi" w:eastAsiaTheme="majorEastAsia" w:hAnsiTheme="majorHAnsi" w:cstheme="majorBidi"/>
      <w:i/>
      <w:iCs/>
      <w:color w:val="2E74B5" w:themeColor="accent1" w:themeShade="BF"/>
      <w:spacing w:val="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4757"/>
    <w:rPr>
      <w:rFonts w:asciiTheme="majorHAnsi" w:eastAsiaTheme="majorEastAsia" w:hAnsiTheme="majorHAnsi" w:cstheme="majorBidi"/>
      <w:color w:val="2E74B5" w:themeColor="accent1" w:themeShade="BF"/>
      <w:spacing w:val="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4757"/>
    <w:rPr>
      <w:rFonts w:asciiTheme="majorHAnsi" w:eastAsiaTheme="majorEastAsia" w:hAnsiTheme="majorHAnsi" w:cstheme="majorBidi"/>
      <w:color w:val="1F4D78" w:themeColor="accent1" w:themeShade="7F"/>
      <w:spacing w:val="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4757"/>
    <w:rPr>
      <w:rFonts w:asciiTheme="majorHAnsi" w:eastAsiaTheme="majorEastAsia" w:hAnsiTheme="majorHAnsi" w:cstheme="majorBidi"/>
      <w:i/>
      <w:iCs/>
      <w:color w:val="1F4D78" w:themeColor="accent1" w:themeShade="7F"/>
      <w:spacing w:val="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4757"/>
    <w:rPr>
      <w:rFonts w:asciiTheme="majorHAnsi" w:eastAsiaTheme="majorEastAsia" w:hAnsiTheme="majorHAnsi" w:cstheme="majorBidi"/>
      <w:color w:val="272727" w:themeColor="text1" w:themeTint="D8"/>
      <w:spacing w:val="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4757"/>
    <w:rPr>
      <w:rFonts w:asciiTheme="majorHAnsi" w:eastAsiaTheme="majorEastAsia" w:hAnsiTheme="majorHAnsi" w:cstheme="majorBidi"/>
      <w:i/>
      <w:iCs/>
      <w:color w:val="272727" w:themeColor="text1" w:themeTint="D8"/>
      <w:spacing w:val="8"/>
      <w:sz w:val="21"/>
      <w:szCs w:val="21"/>
    </w:rPr>
  </w:style>
  <w:style w:type="paragraph" w:customStyle="1" w:styleId="Listenabsatzpunktiert">
    <w:name w:val="Listenabsatz punktiert"/>
    <w:basedOn w:val="Listenabsatz"/>
    <w:qFormat/>
    <w:rsid w:val="00E853F1"/>
    <w:pPr>
      <w:numPr>
        <w:numId w:val="9"/>
      </w:numPr>
      <w:ind w:left="624" w:hanging="312"/>
    </w:pPr>
  </w:style>
  <w:style w:type="paragraph" w:customStyle="1" w:styleId="TabelleTitel">
    <w:name w:val="Tabelle Titel"/>
    <w:basedOn w:val="Untertitel"/>
    <w:qFormat/>
    <w:rsid w:val="005C5D6D"/>
    <w:pPr>
      <w:spacing w:after="0"/>
    </w:pPr>
  </w:style>
  <w:style w:type="table" w:styleId="TabellemithellemGitternetz">
    <w:name w:val="Grid Table Light"/>
    <w:basedOn w:val="NormaleTabelle"/>
    <w:uiPriority w:val="40"/>
    <w:rsid w:val="005C5D6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ornachStandard">
    <w:name w:val="Dornach Standard"/>
    <w:basedOn w:val="NormaleTabelle"/>
    <w:uiPriority w:val="99"/>
    <w:rsid w:val="005C5D6D"/>
    <w:pPr>
      <w:spacing w:after="0" w:line="240" w:lineRule="auto"/>
    </w:pPr>
    <w:rPr>
      <w:rFonts w:ascii="Proxima Nova Cond" w:hAnsi="Proxima Nova Cond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85" w:type="dxa"/>
        <w:left w:w="85" w:type="dxa"/>
        <w:bottom w:w="113" w:type="dxa"/>
        <w:right w:w="85" w:type="dxa"/>
      </w:tblCellMar>
    </w:tblPr>
  </w:style>
  <w:style w:type="table" w:styleId="EinfacheTabelle1">
    <w:name w:val="Plain Table 1"/>
    <w:basedOn w:val="NormaleTabelle"/>
    <w:uiPriority w:val="41"/>
    <w:rsid w:val="00AD78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5E3E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zial@dornach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zialregion-dorneck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llgemein\Vorlagen\SR\EKS\PriMa\Bericht%20PriM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2D291-6D09-498A-9A22-8CF4D00E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 PriMa</Template>
  <TotalTime>0</TotalTime>
  <Pages>7</Pages>
  <Words>2008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Talus Informatik AG</Company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Anthonipillai Irene</dc:creator>
  <cp:keywords/>
  <dc:description/>
  <cp:lastModifiedBy>Anthonipillai Irene</cp:lastModifiedBy>
  <cp:revision>5</cp:revision>
  <cp:lastPrinted>2020-05-18T10:14:00Z</cp:lastPrinted>
  <dcterms:created xsi:type="dcterms:W3CDTF">2022-01-21T06:38:00Z</dcterms:created>
  <dcterms:modified xsi:type="dcterms:W3CDTF">2024-01-17T07:34:00Z</dcterms:modified>
</cp:coreProperties>
</file>